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FF1567" w:rsidRPr="0046656C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FC03C3" w:rsidRPr="00FC03C3" w:rsidRDefault="00FC03C3" w:rsidP="00FC03C3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C03C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 № 2</w:t>
            </w:r>
          </w:p>
          <w:p w:rsidR="00FC03C3" w:rsidRPr="00FC03C3" w:rsidRDefault="00FC03C3" w:rsidP="00FC03C3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C03C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C03C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C03C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кциона </w:t>
            </w:r>
          </w:p>
          <w:p w:rsidR="00FF1567" w:rsidRDefault="00FC03C3" w:rsidP="00FC03C3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C03C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</w:tc>
      </w:tr>
    </w:tbl>
    <w:p w:rsidR="00993FC3" w:rsidRDefault="00993FC3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E56335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233DDF" w:rsidRDefault="007A55EF" w:rsidP="00233DDF">
      <w:pPr>
        <w:spacing w:before="100" w:beforeAutospacing="1" w:line="276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233DDF" w:rsidRPr="00233DDF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</w:p>
    <w:p w:rsidR="00D02397" w:rsidRDefault="00947190" w:rsidP="00D02397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47190">
        <w:rPr>
          <w:rFonts w:ascii="Times New Roman" w:hAnsi="Times New Roman"/>
          <w:bCs/>
          <w:sz w:val="28"/>
          <w:szCs w:val="28"/>
          <w:lang w:val="ru-RU"/>
        </w:rPr>
        <w:t xml:space="preserve">ул. Гагарина, ул. </w:t>
      </w:r>
      <w:proofErr w:type="spellStart"/>
      <w:r w:rsidRPr="00947190">
        <w:rPr>
          <w:rFonts w:ascii="Times New Roman" w:hAnsi="Times New Roman"/>
          <w:bCs/>
          <w:sz w:val="28"/>
          <w:szCs w:val="28"/>
          <w:lang w:val="ru-RU"/>
        </w:rPr>
        <w:t>Розинга</w:t>
      </w:r>
      <w:proofErr w:type="spellEnd"/>
      <w:r w:rsidRPr="00947190">
        <w:rPr>
          <w:rFonts w:ascii="Times New Roman" w:hAnsi="Times New Roman"/>
          <w:bCs/>
          <w:sz w:val="28"/>
          <w:szCs w:val="28"/>
          <w:lang w:val="ru-RU"/>
        </w:rPr>
        <w:t>, просп. Дзержинского</w:t>
      </w:r>
    </w:p>
    <w:p w:rsidR="00947190" w:rsidRPr="009A7171" w:rsidRDefault="00947190" w:rsidP="00D02397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3D62" w:rsidRDefault="00E56335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Архангельск" </w:t>
      </w:r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0B01E2">
        <w:rPr>
          <w:rFonts w:ascii="Times New Roman" w:hAnsi="Times New Roman"/>
          <w:bCs/>
          <w:sz w:val="28"/>
          <w:szCs w:val="28"/>
          <w:lang w:val="ru-RU"/>
        </w:rPr>
        <w:br/>
      </w:r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>просп. Дзержинского</w:t>
      </w:r>
      <w:r w:rsidR="000B01E2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______, действующего (ей)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на основании___________________</w:t>
      </w:r>
      <w:r w:rsidR="0088319E">
        <w:rPr>
          <w:rFonts w:ascii="Times New Roman" w:hAnsi="Times New Roman"/>
          <w:sz w:val="28"/>
          <w:szCs w:val="28"/>
          <w:lang w:val="ru-RU"/>
        </w:rPr>
        <w:t>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>
        <w:rPr>
          <w:rFonts w:ascii="Times New Roman" w:hAnsi="Times New Roman"/>
          <w:b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88319E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>, просп. Дзержинского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233DDF">
        <w:rPr>
          <w:rFonts w:ascii="Times New Roman" w:hAnsi="Times New Roman"/>
          <w:bCs/>
          <w:sz w:val="28"/>
          <w:szCs w:val="28"/>
          <w:lang w:val="ru-RU"/>
        </w:rPr>
        <w:t>27 декабря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2022 года № </w:t>
      </w:r>
      <w:r w:rsidR="00233DDF">
        <w:rPr>
          <w:rFonts w:ascii="Times New Roman" w:hAnsi="Times New Roman"/>
          <w:bCs/>
          <w:sz w:val="28"/>
          <w:szCs w:val="28"/>
          <w:lang w:val="ru-RU"/>
        </w:rPr>
        <w:t>2</w:t>
      </w:r>
      <w:r w:rsidR="00947190">
        <w:rPr>
          <w:rFonts w:ascii="Times New Roman" w:hAnsi="Times New Roman"/>
          <w:bCs/>
          <w:sz w:val="28"/>
          <w:szCs w:val="28"/>
          <w:lang w:val="ru-RU"/>
        </w:rPr>
        <w:t>302</w:t>
      </w:r>
      <w:r w:rsidR="0046656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6656C">
        <w:rPr>
          <w:rFonts w:ascii="Times New Roman" w:hAnsi="Times New Roman"/>
          <w:bCs/>
          <w:sz w:val="28"/>
          <w:szCs w:val="28"/>
          <w:lang w:val="ru-RU"/>
        </w:rPr>
        <w:br/>
        <w:t>(с изменениями)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AA0F88">
        <w:rPr>
          <w:rFonts w:ascii="Times New Roman" w:hAnsi="Times New Roman"/>
          <w:sz w:val="28"/>
          <w:szCs w:val="28"/>
          <w:lang w:val="ru-RU"/>
        </w:rPr>
        <w:br/>
      </w:r>
      <w:r w:rsidR="00947190" w:rsidRPr="00947190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от "___"___________20___года  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741412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C398E" w:rsidRPr="002C398E" w:rsidRDefault="00E56335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"Город Архангельск" </w:t>
      </w:r>
      <w:r w:rsidR="00947190" w:rsidRPr="00947190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233DDF" w:rsidRPr="00233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(местоположение и границы указаны </w:t>
      </w:r>
      <w:r w:rsidR="00AA0F88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A0F88">
        <w:rPr>
          <w:rFonts w:ascii="Times New Roman" w:hAnsi="Times New Roman"/>
          <w:sz w:val="28"/>
          <w:szCs w:val="28"/>
          <w:lang w:val="ru-RU"/>
        </w:rPr>
        <w:t>п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AA0F8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1 к настоящему Договору), площадью </w:t>
      </w:r>
      <w:r w:rsidR="00947190">
        <w:rPr>
          <w:rFonts w:ascii="Times New Roman" w:hAnsi="Times New Roman"/>
          <w:sz w:val="28"/>
          <w:szCs w:val="28"/>
          <w:lang w:val="ru-RU"/>
        </w:rPr>
        <w:t>2,7470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га,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принятого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постановлением Главы городского округа "Город Архангельск" от 27 декабря </w:t>
      </w:r>
      <w:r w:rsidR="0046656C">
        <w:rPr>
          <w:rFonts w:ascii="Times New Roman" w:hAnsi="Times New Roman"/>
          <w:bCs/>
          <w:sz w:val="28"/>
          <w:szCs w:val="28"/>
          <w:lang w:val="ru-RU"/>
        </w:rPr>
        <w:br/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2022 года № </w:t>
      </w:r>
      <w:r w:rsidR="00947190">
        <w:rPr>
          <w:rFonts w:ascii="Times New Roman" w:hAnsi="Times New Roman"/>
          <w:bCs/>
          <w:sz w:val="28"/>
          <w:szCs w:val="28"/>
          <w:lang w:val="ru-RU"/>
        </w:rPr>
        <w:t>2302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46656C">
        <w:rPr>
          <w:rFonts w:ascii="Times New Roman" w:hAnsi="Times New Roman"/>
          <w:bCs/>
          <w:sz w:val="28"/>
          <w:szCs w:val="28"/>
          <w:lang w:val="ru-RU"/>
        </w:rPr>
        <w:t xml:space="preserve">(с изменениями) </w:t>
      </w:r>
      <w:r w:rsidR="00947190" w:rsidRPr="00947190">
        <w:rPr>
          <w:rFonts w:ascii="Times New Roman" w:hAnsi="Times New Roman"/>
          <w:sz w:val="28"/>
          <w:szCs w:val="28"/>
          <w:lang w:val="ru-RU"/>
        </w:rPr>
        <w:t>в границах</w:t>
      </w:r>
      <w:proofErr w:type="gramEnd"/>
      <w:r w:rsidR="00947190" w:rsidRPr="0094719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947190" w:rsidRPr="00947190">
        <w:rPr>
          <w:rFonts w:ascii="Times New Roman" w:hAnsi="Times New Roman"/>
          <w:sz w:val="28"/>
          <w:szCs w:val="28"/>
          <w:lang w:val="ru-RU"/>
        </w:rPr>
        <w:t xml:space="preserve">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233DDF" w:rsidRPr="00233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(далее – </w:t>
      </w:r>
      <w:r w:rsidR="00065DD9">
        <w:rPr>
          <w:rFonts w:ascii="Times New Roman" w:hAnsi="Times New Roman"/>
          <w:sz w:val="28"/>
          <w:szCs w:val="28"/>
          <w:lang w:val="ru-RU"/>
        </w:rPr>
        <w:t>т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ерритория жилой застройки), обязуется в установленные настоящим Договором сроки своими силами и за свой счет и (или) с привлечением других лиц и (или) средств других лиц в соответствии с действующим законодательством Российской Федерации выполнить предусмотренные настоящим Договором обязательства,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 предусмотренные настоящим Договором условия для выполнения "Застройщиком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 своих обязательств. </w:t>
      </w:r>
    </w:p>
    <w:p w:rsidR="00065DD9" w:rsidRDefault="00E56335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в отношении всей </w:t>
      </w:r>
      <w:r w:rsidR="00065DD9" w:rsidRPr="00065DD9">
        <w:rPr>
          <w:rFonts w:ascii="Times New Roman" w:hAnsi="Times New Roman"/>
          <w:sz w:val="28"/>
          <w:szCs w:val="28"/>
          <w:lang w:val="ru-RU"/>
        </w:rPr>
        <w:t>территория жилой застройки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D02397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не вправе передавать свои права и обязанности, предусмотренные настоящим Договором, иному лицу.</w:t>
      </w:r>
    </w:p>
    <w:p w:rsidR="00FA254B" w:rsidRDefault="00E56335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застройки, подлежащих сносу, реконструкции в рамках 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A0F88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риложении</w:t>
      </w:r>
      <w:r w:rsidR="00AA0F88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2 к настоящему Договору.</w:t>
      </w:r>
    </w:p>
    <w:p w:rsidR="00B526E6" w:rsidRDefault="00B526E6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proofErr w:type="gramStart"/>
      <w:r w:rsidR="0088319E">
        <w:rPr>
          <w:rFonts w:ascii="Times New Roman" w:hAnsi="Times New Roman"/>
          <w:sz w:val="28"/>
          <w:szCs w:val="28"/>
          <w:lang w:val="ru-RU"/>
        </w:rPr>
        <w:t>-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несение изменений в проект планировки </w:t>
      </w:r>
      <w:r w:rsidR="00FA65B6">
        <w:rPr>
          <w:rFonts w:ascii="Times New Roman" w:hAnsi="Times New Roman"/>
          <w:sz w:val="28"/>
          <w:szCs w:val="28"/>
          <w:lang w:val="ru-RU"/>
        </w:rPr>
        <w:t>Привокзального района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муниципального образования "Город Архангельск", утвержденный распоряжением мэра города Архангельска от </w:t>
      </w:r>
      <w:r w:rsidR="00FA65B6">
        <w:rPr>
          <w:rFonts w:ascii="Times New Roman" w:hAnsi="Times New Roman"/>
          <w:sz w:val="28"/>
          <w:szCs w:val="28"/>
          <w:lang w:val="ru-RU"/>
        </w:rPr>
        <w:t>25 февраля 2015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FA65B6">
        <w:rPr>
          <w:rFonts w:ascii="Times New Roman" w:hAnsi="Times New Roman"/>
          <w:sz w:val="28"/>
          <w:szCs w:val="28"/>
          <w:lang w:val="ru-RU"/>
        </w:rPr>
        <w:t>472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р (с изменениями),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в соответствии 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8149D" w:rsidRDefault="00703207" w:rsidP="0058149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>решения о комплексном развитии территории жилой застройки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с архитектурно-строительным проектированием, 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 "Администрацией" в соответствии  с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>ой документацией 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Pr="009A7171" w:rsidRDefault="00157D4D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5E21F2" w:rsidP="0088319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 </w:t>
      </w:r>
      <w:r w:rsidR="002812F1" w:rsidRPr="00065DD9">
        <w:rPr>
          <w:rFonts w:ascii="Times New Roman" w:hAnsi="Times New Roman"/>
          <w:sz w:val="28"/>
          <w:szCs w:val="28"/>
          <w:lang w:val="ru-RU"/>
        </w:rPr>
        <w:t>1.6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, указанные 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6D665B">
        <w:rPr>
          <w:rFonts w:ascii="Times New Roman" w:hAnsi="Times New Roman"/>
          <w:sz w:val="28"/>
          <w:szCs w:val="28"/>
          <w:lang w:val="ru-RU"/>
        </w:rPr>
        <w:t>п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6D66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E56335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EF737C" w:rsidRDefault="00741412" w:rsidP="00741412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на участие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Получатель____________________________________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741412" w:rsidRDefault="00741412" w:rsidP="00741412">
      <w:pPr>
        <w:numPr>
          <w:ilvl w:val="0"/>
          <w:numId w:val="47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E7826" w:rsidRPr="00B4084D" w:rsidRDefault="00F0640A" w:rsidP="00836A91">
      <w:pPr>
        <w:spacing w:before="100" w:beforeAutospacing="1" w:line="276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467B1F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 w:rsidR="00124A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</w:t>
      </w:r>
      <w:r w:rsidR="00124AC1" w:rsidRPr="00124AC1">
        <w:rPr>
          <w:rFonts w:ascii="Times New Roman" w:hAnsi="Times New Roman"/>
          <w:sz w:val="28"/>
          <w:szCs w:val="28"/>
          <w:lang w:val="ru-RU"/>
        </w:rPr>
        <w:lastRenderedPageBreak/>
        <w:t>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0B01E2">
        <w:rPr>
          <w:rFonts w:ascii="Times New Roman" w:hAnsi="Times New Roman"/>
          <w:sz w:val="28"/>
          <w:szCs w:val="28"/>
          <w:lang w:val="ru-RU"/>
        </w:rPr>
        <w:t>"</w:t>
      </w:r>
      <w:r w:rsidR="00124AC1"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0B01E2">
        <w:rPr>
          <w:rFonts w:ascii="Times New Roman" w:hAnsi="Times New Roman"/>
          <w:sz w:val="28"/>
          <w:szCs w:val="28"/>
          <w:lang w:val="ru-RU"/>
        </w:rPr>
        <w:t>"</w:t>
      </w:r>
      <w:r w:rsidR="00124AC1" w:rsidRPr="00124AC1">
        <w:rPr>
          <w:rFonts w:ascii="Times New Roman" w:hAnsi="Times New Roman"/>
          <w:sz w:val="28"/>
          <w:szCs w:val="28"/>
          <w:lang w:val="ru-RU"/>
        </w:rPr>
        <w:t>, требованиями технических регламентов, сводов правил с учетом материалов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Pr="006B30CA">
        <w:rPr>
          <w:rFonts w:ascii="Times New Roman" w:hAnsi="Times New Roman"/>
          <w:sz w:val="28"/>
          <w:szCs w:val="28"/>
          <w:lang w:val="ru-RU"/>
        </w:rPr>
        <w:t xml:space="preserve">части элемента планировочной структуры ул. Гагарина, ул. </w:t>
      </w:r>
      <w:proofErr w:type="spellStart"/>
      <w:r w:rsidRPr="006B30CA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Pr="006B30CA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B30CA">
        <w:rPr>
          <w:rFonts w:ascii="Times New Roman" w:hAnsi="Times New Roman"/>
          <w:sz w:val="28"/>
          <w:szCs w:val="28"/>
          <w:lang w:val="ru-RU"/>
        </w:rPr>
        <w:t>установить границу зоны планируемого размещения объекта капитального строительства – детский сад на 125 мест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4C68C4" w:rsidRDefault="006B30CA" w:rsidP="004C68C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6B30CA" w:rsidRP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B30CA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дошкольной образовательной организации (детский сад на 125 мест), в границах части элемента планировочной структуры: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6B30CA">
        <w:rPr>
          <w:rFonts w:ascii="Times New Roman" w:hAnsi="Times New Roman"/>
          <w:sz w:val="28"/>
          <w:szCs w:val="28"/>
          <w:lang w:val="ru-RU"/>
        </w:rPr>
        <w:t xml:space="preserve">ул. Гагарина, ул. </w:t>
      </w:r>
      <w:proofErr w:type="spellStart"/>
      <w:r w:rsidRPr="006B30CA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Pr="006B30CA">
        <w:rPr>
          <w:rFonts w:ascii="Times New Roman" w:hAnsi="Times New Roman"/>
          <w:sz w:val="28"/>
          <w:szCs w:val="28"/>
          <w:lang w:val="ru-RU"/>
        </w:rPr>
        <w:t xml:space="preserve">, просп. Дзержинского осуществляется из бюджетных средств </w:t>
      </w:r>
      <w:r w:rsidR="009139F9">
        <w:rPr>
          <w:rFonts w:ascii="Times New Roman" w:hAnsi="Times New Roman"/>
          <w:sz w:val="28"/>
          <w:szCs w:val="28"/>
          <w:lang w:val="ru-RU"/>
        </w:rPr>
        <w:t>федерального бюджета</w:t>
      </w:r>
      <w:r w:rsidRPr="006B30CA">
        <w:rPr>
          <w:rFonts w:ascii="Times New Roman" w:hAnsi="Times New Roman"/>
          <w:sz w:val="28"/>
          <w:szCs w:val="28"/>
          <w:lang w:val="ru-RU"/>
        </w:rPr>
        <w:t>.</w:t>
      </w:r>
    </w:p>
    <w:p w:rsidR="003956DB" w:rsidRDefault="003956D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</w:t>
      </w:r>
      <w:r w:rsidR="000B01E2">
        <w:rPr>
          <w:rFonts w:ascii="Times New Roman" w:hAnsi="Times New Roman"/>
          <w:sz w:val="28"/>
          <w:szCs w:val="28"/>
          <w:lang w:val="ru-RU"/>
        </w:rPr>
        <w:t xml:space="preserve">действия по внесению изменений </w:t>
      </w:r>
      <w:r>
        <w:rPr>
          <w:rFonts w:ascii="Times New Roman" w:hAnsi="Times New Roman"/>
          <w:sz w:val="28"/>
          <w:szCs w:val="28"/>
          <w:lang w:val="ru-RU"/>
        </w:rPr>
        <w:t xml:space="preserve">в Генеральный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>равила землепользования и застройки городского округа "Город 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29 сентября 2020 года № 68-п (с изменениями)</w:t>
      </w:r>
      <w:r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3F32BC" w:rsidRDefault="003F32BC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>в "Администрацию" в течение 6 месяцев с момента заключения настоящего Договора.</w:t>
      </w:r>
    </w:p>
    <w:p w:rsidR="00913ACB" w:rsidRDefault="00913AC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с момента направления 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 xml:space="preserve">о возврате документации по планировке территории на доработку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B4533F">
        <w:rPr>
          <w:rFonts w:ascii="Times New Roman" w:hAnsi="Times New Roman"/>
          <w:sz w:val="28"/>
          <w:szCs w:val="28"/>
          <w:lang w:val="ru-RU"/>
        </w:rPr>
        <w:t>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13AC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lastRenderedPageBreak/>
        <w:t xml:space="preserve">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на согласование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363692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6369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настоящим Договором, а также условие о размещении на первых этажах указанных домов нежилых помещений;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"О комплексном развитии терри</w:t>
      </w:r>
      <w:r w:rsidR="000B01E2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0B01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0B01E2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857807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857807" w:rsidRDefault="00857807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57807">
        <w:rPr>
          <w:rFonts w:ascii="Times New Roman" w:hAnsi="Times New Roman"/>
          <w:sz w:val="28"/>
          <w:szCs w:val="28"/>
          <w:lang w:val="ru-RU"/>
        </w:rPr>
        <w:t xml:space="preserve">Объекты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857807">
        <w:rPr>
          <w:rFonts w:ascii="Times New Roman" w:hAnsi="Times New Roman"/>
          <w:sz w:val="28"/>
          <w:szCs w:val="28"/>
          <w:lang w:val="ru-RU"/>
        </w:rPr>
        <w:t xml:space="preserve">на 2019 – 2025 годы" (в редакции постановления Правительства Архангельской </w:t>
      </w:r>
      <w:r w:rsidRPr="00857807">
        <w:rPr>
          <w:rFonts w:ascii="Times New Roman" w:hAnsi="Times New Roman"/>
          <w:sz w:val="28"/>
          <w:szCs w:val="28"/>
          <w:lang w:val="ru-RU"/>
        </w:rPr>
        <w:lastRenderedPageBreak/>
        <w:t xml:space="preserve">области от 09.07.2021 № 342-пп) в границах части элемента планировочной структуры: ул. Гагарина, ул. </w:t>
      </w:r>
      <w:proofErr w:type="spellStart"/>
      <w:r w:rsidRPr="00857807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Pr="00857807">
        <w:rPr>
          <w:rFonts w:ascii="Times New Roman" w:hAnsi="Times New Roman"/>
          <w:sz w:val="28"/>
          <w:szCs w:val="28"/>
          <w:lang w:val="ru-RU"/>
        </w:rPr>
        <w:t>, просп. Дзержинского отсутствуют.</w:t>
      </w:r>
      <w:proofErr w:type="gramEnd"/>
    </w:p>
    <w:p w:rsidR="00CD564E" w:rsidRPr="009A7171" w:rsidRDefault="004A03B3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CE7B0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CE7B0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</w:t>
      </w:r>
      <w:r w:rsidR="00CE7B06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</w:t>
      </w:r>
      <w:r w:rsidR="00CE7B06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установленными </w:t>
      </w:r>
      <w:r w:rsidR="00CE7B06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CE7B06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F04469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B01E2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DB6A1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DB6A1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DB6A1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DB6A1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планируемом сносе объекта капитального строительства. Не позднее, чем за семь рабочих дней после завершения сноса объекта капитального строительства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завершении сноса объекта капитального строительства в соответствии с действующим градостроительным законодательством.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территории жилой застройки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установленными </w:t>
      </w:r>
      <w:r w:rsidR="00D9027D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D9027D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Осуществить в границах территории жилой застройки согласно требованиям законодательства о градостроительной деятельности строительство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осуществить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="0046656C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7807">
        <w:rPr>
          <w:rFonts w:ascii="Times New Roman" w:hAnsi="Times New Roman"/>
          <w:sz w:val="28"/>
          <w:szCs w:val="28"/>
          <w:lang w:val="ru-RU"/>
        </w:rPr>
        <w:t>39 736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237A7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2237A7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3117CC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117C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реализации решения о комплексном развитии территории жилой застройки, обязанность по осуществлению строительства и (или) реконструкции которых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возложена на третьих лиц в соответствии с требованиями действующего законодательства, заключенными соглашениями (договорами), в соответствии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46164A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164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3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E56335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1.1.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lastRenderedPageBreak/>
        <w:t xml:space="preserve">в эксплуатацию) в полном объеме объектов капитального строительства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для эксплуатации построенных объектов капитального строительства 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EE40A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E40A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выполнении обязательств, предусмотренных настоящим Договором,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об осуществлении деятельности, связанной с реализацией настоящего Договора.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Информацию за первое полугодие предоставлять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января следующего за отчетным периодом.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 (</w:t>
      </w:r>
      <w:r w:rsidR="00C6062A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C6062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0B01E2" w:rsidRPr="000B01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0B01E2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0B01E2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0B01E2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по форме, указанной в </w:t>
      </w:r>
      <w:r w:rsidR="006056CF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6056C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в 2 (двух) экземплярах по форме, указанной в </w:t>
      </w:r>
      <w:r w:rsidR="00043786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43786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60699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течение  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в случае отсутствия информации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таком банковском счете.</w:t>
      </w:r>
    </w:p>
    <w:p w:rsidR="00BE7826" w:rsidRPr="007A689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земельным законодательством для строительства в границах территории жилой застройки, 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606994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456CE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8A13E3">
        <w:rPr>
          <w:rFonts w:ascii="Times New Roman" w:hAnsi="Times New Roman"/>
          <w:sz w:val="28"/>
          <w:szCs w:val="28"/>
          <w:lang w:val="ru-RU"/>
        </w:rPr>
        <w:t>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             № 2 к настоящему Договору. </w:t>
      </w:r>
      <w:proofErr w:type="gramEnd"/>
    </w:p>
    <w:p w:rsidR="00CA2E30" w:rsidRPr="00CA2E30" w:rsidRDefault="00883FDF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 xml:space="preserve">в соответствии с требованиями Градостроительного кодекса Российской Федерации, Порядка внесения изменений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 xml:space="preserve">в документацию по планировке территории, отмены такой документации или ее отдельных частей, признания отдельных частей такой документации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 xml:space="preserve">не подлежащими применению, утвержденного постановлением "Администрации"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от 12 мая 2021 года № 862.</w:t>
      </w:r>
      <w:proofErr w:type="gramEnd"/>
    </w:p>
    <w:p w:rsidR="00CA2E30" w:rsidRDefault="00CA2E30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на доработку, срок, установленный в абзаце первом настоящего пункта, начинает исчисляться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по планировке территории после доработки.</w:t>
      </w:r>
    </w:p>
    <w:p w:rsidR="00E56335" w:rsidRPr="009A7171" w:rsidRDefault="00883FDF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3591C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73591C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 возврате информации на доработку.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для муниципальных нужд жилых помещений,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в многоквартирных домах, признанных аварийными и подлежащими сносу, а также земельных участков, на которых расположены такие многоквартирные дома.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решение о сносе многоквартирных домов, указанных </w:t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A828A0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28A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 настоящему Договору и признанных аварийными и подлежащими сносу, иных объектов капитального строительства, объектов инженерно-технического обеспечения, указанных в </w:t>
      </w:r>
      <w:r w:rsidR="00192DFD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92DFD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с этапами реализации решения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застройки, предусмотренными </w:t>
      </w:r>
      <w:r w:rsidR="00192DFD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192DFD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. настоящего Договора, 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решение о предоставлении "Застройщику" в аренду без проведения торгов в соответствии с земельным законодательством 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государственная собственность на  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0A3A38" w:rsidRPr="009A7171" w:rsidRDefault="000A3A38" w:rsidP="00E56335">
      <w:pPr>
        <w:spacing w:before="100" w:beforeAutospacing="1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A7171" w:rsidRPr="00250EB3" w:rsidRDefault="00E56335" w:rsidP="00551ACA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E56335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Pr="00342482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EB04D9" w:rsidRPr="009A7171" w:rsidRDefault="00EB04D9" w:rsidP="00E56335">
      <w:pPr>
        <w:spacing w:before="100" w:beforeAutospacing="1" w:after="238"/>
        <w:contextualSpacing/>
        <w:jc w:val="center"/>
        <w:rPr>
          <w:rFonts w:ascii="Arial" w:hAnsi="Arial" w:cs="Arial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0B01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F938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 даты получения уведомления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об уплате неустойки (пени), а также возмещает причиненные убытки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полном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в том числе без выданного в установленном законом порядке разрешения 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30% 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>8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для целей комплексного развития территории,  подлежит прекращению.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 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Pr="00503CBE" w:rsidRDefault="00C15077" w:rsidP="00C15077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E56335" w:rsidRPr="00C15077" w:rsidRDefault="00E56335" w:rsidP="00E56335">
      <w:pPr>
        <w:spacing w:before="100" w:beforeAutospacing="1" w:after="238"/>
        <w:ind w:left="363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857807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857807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0B01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продляется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>. В случае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в одном периоде времени ведется несколько производств в судах,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 законную силу последнего решения суда. </w:t>
      </w:r>
    </w:p>
    <w:p w:rsidR="0023325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в одностороннем порядке: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741412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E56335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при осуществлении предпринимательской деятельности, несет ответственность, если не докажет,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в частности, нарушение обязанностей со стороны контрагентов должника, отсутствие на рынке нужных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для исполнения товаров, отсутствие у должника необходимых денежных средств. </w:t>
      </w:r>
    </w:p>
    <w:p w:rsidR="00BB0031" w:rsidRPr="00BB0031" w:rsidRDefault="00BB0031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741412">
      <w:pPr>
        <w:numPr>
          <w:ilvl w:val="0"/>
          <w:numId w:val="50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с уведомлением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вручении.</w:t>
      </w:r>
    </w:p>
    <w:p w:rsidR="001E2FF9" w:rsidRPr="009A7171" w:rsidRDefault="001E2FF9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0B01E2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счетам, совершенные до получения уведомлений об их изменении, засчитываются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исполнение обязательств.</w:t>
      </w:r>
    </w:p>
    <w:p w:rsidR="00E56335" w:rsidRPr="00EB6931" w:rsidRDefault="00E56335" w:rsidP="000B01E2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146DB9" w:rsidP="000B01E2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EB6931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Местоположение, границы территории жилой застройки</w:t>
      </w:r>
      <w:r w:rsidR="007414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в границах части элемента планировочной структуры: </w:t>
      </w:r>
      <w:r w:rsidR="00857807" w:rsidRPr="00857807">
        <w:rPr>
          <w:rFonts w:ascii="Times New Roman" w:hAnsi="Times New Roman"/>
          <w:sz w:val="28"/>
          <w:szCs w:val="28"/>
          <w:lang w:val="ru-RU"/>
        </w:rPr>
        <w:t xml:space="preserve">ул. Гагарина, ул. </w:t>
      </w:r>
      <w:proofErr w:type="spellStart"/>
      <w:r w:rsidR="00857807" w:rsidRPr="00857807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857807" w:rsidRPr="00857807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</w:t>
      </w:r>
      <w:r w:rsidR="001B6285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, со схемой</w:t>
      </w:r>
      <w:r w:rsidR="001B628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146DB9" w:rsidP="000B01E2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приложение № </w:t>
      </w:r>
      <w:r w:rsidR="00F95EA9" w:rsidRPr="00EB6931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Перечень</w:t>
      </w:r>
      <w:r w:rsidR="007414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 xml:space="preserve">объектов капитального строительства,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не являющихся объектами</w:t>
      </w:r>
      <w:r w:rsidR="007414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 xml:space="preserve">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  <w:r w:rsidR="00857807" w:rsidRPr="00857807">
        <w:rPr>
          <w:rFonts w:ascii="Times New Roman" w:hAnsi="Times New Roman"/>
          <w:sz w:val="28"/>
          <w:szCs w:val="28"/>
          <w:lang w:val="ru-RU"/>
        </w:rPr>
        <w:t xml:space="preserve">ул. Гагарина, ул. </w:t>
      </w:r>
      <w:proofErr w:type="spellStart"/>
      <w:r w:rsidR="00857807" w:rsidRPr="00857807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857807" w:rsidRPr="00857807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,</w:t>
      </w:r>
      <w:r w:rsidR="007414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подлежащей комплексному развитию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146DB9" w:rsidP="000B01E2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146DB9" w:rsidP="000B01E2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EB6931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EB6931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0B01E2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857807" w:rsidRPr="00857807">
        <w:rPr>
          <w:rFonts w:ascii="Times New Roman" w:hAnsi="Times New Roman"/>
          <w:sz w:val="28"/>
          <w:szCs w:val="28"/>
          <w:lang w:val="ru-RU"/>
        </w:rPr>
        <w:t>ул. Гагарина, у</w:t>
      </w:r>
      <w:r w:rsidR="00857807">
        <w:rPr>
          <w:rFonts w:ascii="Times New Roman" w:hAnsi="Times New Roman"/>
          <w:sz w:val="28"/>
          <w:szCs w:val="28"/>
          <w:lang w:val="ru-RU"/>
        </w:rPr>
        <w:t xml:space="preserve">л. </w:t>
      </w:r>
      <w:proofErr w:type="spellStart"/>
      <w:r w:rsidR="00857807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857807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146DB9" w:rsidP="000B01E2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0B01E2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Pr="000B01E2" w:rsidRDefault="00741412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16"/>
          <w:szCs w:val="28"/>
          <w:lang w:val="ru-RU"/>
        </w:rPr>
      </w:pPr>
    </w:p>
    <w:p w:rsidR="00BB0031" w:rsidRDefault="00741412" w:rsidP="00BB0031">
      <w:pPr>
        <w:numPr>
          <w:ilvl w:val="0"/>
          <w:numId w:val="44"/>
        </w:num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B01E2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0B01E2" w:rsidRPr="000B01E2" w:rsidRDefault="000B01E2" w:rsidP="000B01E2">
      <w:pPr>
        <w:ind w:left="36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0B01E2">
            <w:pPr>
              <w:spacing w:line="233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proofErr w:type="spellEnd"/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B01E2">
            <w:pPr>
              <w:spacing w:line="233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B01E2">
            <w:pPr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0B01E2">
            <w:pPr>
              <w:spacing w:line="233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</w:t>
            </w:r>
            <w:bookmarkStart w:id="0" w:name="_GoBack"/>
            <w:bookmarkEnd w:id="0"/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857807">
      <w:headerReference w:type="default" r:id="rId10"/>
      <w:footerReference w:type="even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F1" w:rsidRDefault="004D4BF1">
      <w:r>
        <w:separator/>
      </w:r>
    </w:p>
  </w:endnote>
  <w:endnote w:type="continuationSeparator" w:id="0">
    <w:p w:rsidR="004D4BF1" w:rsidRDefault="004D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F1" w:rsidRDefault="004D4BF1">
      <w:r>
        <w:separator/>
      </w:r>
    </w:p>
  </w:footnote>
  <w:footnote w:type="continuationSeparator" w:id="0">
    <w:p w:rsidR="004D4BF1" w:rsidRDefault="004D4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AEE" w:rsidRDefault="00C53AEE">
    <w:pPr>
      <w:pStyle w:val="a3"/>
      <w:jc w:val="center"/>
    </w:pPr>
  </w:p>
  <w:p w:rsidR="00C53AEE" w:rsidRDefault="00C53A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440A88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F8DA7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3786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1E2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DB9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E2D"/>
    <w:rsid w:val="001911CE"/>
    <w:rsid w:val="001923D0"/>
    <w:rsid w:val="00192C41"/>
    <w:rsid w:val="00192DFD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3E89"/>
    <w:rsid w:val="002E4062"/>
    <w:rsid w:val="002E475D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7CC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692"/>
    <w:rsid w:val="00363F27"/>
    <w:rsid w:val="003640EC"/>
    <w:rsid w:val="00364194"/>
    <w:rsid w:val="0036507F"/>
    <w:rsid w:val="0036544C"/>
    <w:rsid w:val="00365F67"/>
    <w:rsid w:val="00366084"/>
    <w:rsid w:val="003661A1"/>
    <w:rsid w:val="00366DCB"/>
    <w:rsid w:val="00366FDC"/>
    <w:rsid w:val="00370A6B"/>
    <w:rsid w:val="00371169"/>
    <w:rsid w:val="00371397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64A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656C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4BF1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56CF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9BA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65B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91C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3E3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9F9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8A0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0F88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E4C"/>
    <w:rsid w:val="00BD5597"/>
    <w:rsid w:val="00BD580A"/>
    <w:rsid w:val="00BD5C52"/>
    <w:rsid w:val="00BD6E53"/>
    <w:rsid w:val="00BD6FAA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713C"/>
    <w:rsid w:val="00C5729D"/>
    <w:rsid w:val="00C57504"/>
    <w:rsid w:val="00C575C3"/>
    <w:rsid w:val="00C57B4F"/>
    <w:rsid w:val="00C6054A"/>
    <w:rsid w:val="00C6062A"/>
    <w:rsid w:val="00C60BF5"/>
    <w:rsid w:val="00C64180"/>
    <w:rsid w:val="00C6428B"/>
    <w:rsid w:val="00C6436D"/>
    <w:rsid w:val="00C66034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B06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27D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6A11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40AE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1FB3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03C3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6BC3F-7E50-4AF1-AB7D-902FF4E7B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15</TotalTime>
  <Pages>16</Pages>
  <Words>4273</Words>
  <Characters>32221</Characters>
  <Application>Microsoft Office Word</Application>
  <DocSecurity>0</DocSecurity>
  <Lines>268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36422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Ольга Борисовна Александрова</cp:lastModifiedBy>
  <cp:revision>21</cp:revision>
  <cp:lastPrinted>2023-01-15T09:32:00Z</cp:lastPrinted>
  <dcterms:created xsi:type="dcterms:W3CDTF">2023-04-20T11:12:00Z</dcterms:created>
  <dcterms:modified xsi:type="dcterms:W3CDTF">2023-04-21T06:25:00Z</dcterms:modified>
  <cp:category>Бланк</cp:category>
</cp:coreProperties>
</file>